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>Správu železniční dopravní cesty,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F618FA" w:rsidRPr="00F618FA" w:rsidRDefault="00F618FA" w:rsidP="00F618FA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  <w:r w:rsidRPr="00F618FA">
        <w:rPr>
          <w:rFonts w:eastAsia="Times New Roman"/>
          <w:b/>
          <w:lang w:eastAsia="cs-CZ"/>
        </w:rPr>
        <w:t>„ETCS Praha Uhříněves - Votice“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bookmarkStart w:id="0" w:name="_GoBack"/>
      <w:bookmarkEnd w:id="0"/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Tuto plnou moc vydávám na základě „Podpisového řádu“ a mého pověření č. 2448 ze dne 2. 5. 2018 vydaného generálním ředitelem Správy železniční dopravní cesty,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BD2" w:rsidRDefault="00E22BD2" w:rsidP="00962258">
      <w:pPr>
        <w:spacing w:after="0" w:line="240" w:lineRule="auto"/>
      </w:pPr>
      <w:r>
        <w:separator/>
      </w:r>
    </w:p>
  </w:endnote>
  <w:endnote w:type="continuationSeparator" w:id="0">
    <w:p w:rsidR="00E22BD2" w:rsidRDefault="00E22B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E22BD2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F618FA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F618FA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Správa železniční dopravní cesty,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E22BD2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BD2" w:rsidRDefault="00E22BD2" w:rsidP="00962258">
      <w:pPr>
        <w:spacing w:after="0" w:line="240" w:lineRule="auto"/>
      </w:pPr>
      <w:r>
        <w:separator/>
      </w:r>
    </w:p>
  </w:footnote>
  <w:footnote w:type="continuationSeparator" w:id="0">
    <w:p w:rsidR="00E22BD2" w:rsidRDefault="00E22BD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E22BD2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51" type="#_x0000_t75" style="position:absolute;margin-left:0;margin-top:0;width:241.8pt;height:81.35pt;z-index:1;visibility:visible;mso-position-horizontal-relative:page;mso-position-vertical-relative:page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72C1E"/>
    <w:rsid w:val="0008786E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4614E"/>
    <w:rsid w:val="00280E07"/>
    <w:rsid w:val="002C31BF"/>
    <w:rsid w:val="002D08B1"/>
    <w:rsid w:val="002E0CD7"/>
    <w:rsid w:val="002E6199"/>
    <w:rsid w:val="00357BC6"/>
    <w:rsid w:val="00367FC4"/>
    <w:rsid w:val="003956C6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6177B"/>
    <w:rsid w:val="00A66136"/>
    <w:rsid w:val="00A76430"/>
    <w:rsid w:val="00AA4CBB"/>
    <w:rsid w:val="00AA65FA"/>
    <w:rsid w:val="00AA735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22BD2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18FA"/>
    <w:rsid w:val="00F659EB"/>
    <w:rsid w:val="00F81E4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4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v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ListBulletmultilevel"/>
    <w:pPr>
      <w:numPr>
        <w:numId w:val="2"/>
      </w:numPr>
    </w:pPr>
  </w:style>
  <w:style w:type="numbering" w:customStyle="1" w:styleId="ZhlavChar">
    <w:name w:val="ListNumbermultilevel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0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952823F-4E23-4908-8696-75B21CFCF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0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Fořt Michal, Ing.</cp:lastModifiedBy>
  <cp:revision>7</cp:revision>
  <cp:lastPrinted>2019-02-12T12:02:00Z</cp:lastPrinted>
  <dcterms:created xsi:type="dcterms:W3CDTF">2019-02-12T12:33:00Z</dcterms:created>
  <dcterms:modified xsi:type="dcterms:W3CDTF">2019-08-13T11:41:00Z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